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CE06C4">
        <w:trPr>
          <w:trHeight w:val="1420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75265DD5" w:rsidR="00424ECA" w:rsidRPr="00AB3240" w:rsidRDefault="00B313D9" w:rsidP="00424ECA">
      <w:pPr>
        <w:spacing w:line="240" w:lineRule="auto"/>
        <w:rPr>
          <w:bCs/>
          <w:noProof/>
        </w:rPr>
      </w:pPr>
      <w:r w:rsidRPr="00B313D9">
        <w:t>Transpordiamet</w:t>
      </w:r>
      <w:r w:rsidR="00242A0D">
        <w:tab/>
      </w:r>
      <w:r w:rsidR="00242A0D">
        <w:tab/>
      </w:r>
      <w:r w:rsidR="00242A0D">
        <w:tab/>
      </w:r>
      <w:r w:rsidR="00242A0D">
        <w:tab/>
      </w:r>
      <w:r w:rsidR="00242A0D">
        <w:tab/>
      </w:r>
      <w:r w:rsidR="00BF3E90">
        <w:rPr>
          <w:bCs/>
          <w:noProof/>
          <w:color w:val="000000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 w:rsidR="000D157E">
        <w:rPr>
          <w:bCs/>
          <w:noProof/>
          <w:color w:val="000000" w:themeColor="text1"/>
        </w:rPr>
        <w:t>2</w:t>
      </w:r>
      <w:r w:rsidR="00242A0D">
        <w:rPr>
          <w:bCs/>
          <w:noProof/>
          <w:color w:val="000000" w:themeColor="text1"/>
        </w:rPr>
        <w:t>8</w:t>
      </w:r>
      <w:r w:rsidR="001F3589">
        <w:rPr>
          <w:bCs/>
          <w:noProof/>
          <w:color w:val="000000" w:themeColor="text1"/>
        </w:rPr>
        <w:t>.0</w:t>
      </w:r>
      <w:r w:rsidR="00242A0D">
        <w:rPr>
          <w:bCs/>
          <w:noProof/>
          <w:color w:val="000000" w:themeColor="text1"/>
        </w:rPr>
        <w:t>5</w:t>
      </w:r>
      <w:r w:rsidR="00B42C87">
        <w:rPr>
          <w:bCs/>
          <w:noProof/>
          <w:color w:val="000000" w:themeColor="text1"/>
        </w:rPr>
        <w:t>.202</w:t>
      </w:r>
      <w:r w:rsidR="001F3589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 w:rsidR="000D157E">
        <w:rPr>
          <w:bCs/>
          <w:noProof/>
        </w:rPr>
        <w:t>1</w:t>
      </w:r>
      <w:r w:rsidR="00242A0D">
        <w:rPr>
          <w:bCs/>
          <w:noProof/>
        </w:rPr>
        <w:t>0</w:t>
      </w:r>
      <w:r>
        <w:rPr>
          <w:bCs/>
          <w:noProof/>
        </w:rPr>
        <w:t>1</w:t>
      </w:r>
    </w:p>
    <w:p w14:paraId="0DA527C0" w14:textId="40F3FCB5" w:rsidR="00345ACC" w:rsidRPr="008B5BEA" w:rsidRDefault="00424ECA" w:rsidP="008B5BEA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 xml:space="preserve">t: </w:t>
      </w:r>
      <w:hyperlink r:id="rId9" w:history="1">
        <w:r w:rsidR="00B313D9" w:rsidRPr="005F73E7">
          <w:rPr>
            <w:rStyle w:val="Hperlink"/>
          </w:rPr>
          <w:t>info@transpordiamet.ee</w:t>
        </w:r>
      </w:hyperlink>
      <w:r w:rsidR="00B313D9">
        <w:t xml:space="preserve"> </w:t>
      </w:r>
    </w:p>
    <w:p w14:paraId="03EAD685" w14:textId="1E1D5955" w:rsidR="006F26C2" w:rsidRDefault="0077313F" w:rsidP="00DC7754">
      <w:pPr>
        <w:spacing w:line="240" w:lineRule="auto"/>
        <w:ind w:right="-1"/>
        <w:rPr>
          <w:noProof/>
        </w:rPr>
      </w:pPr>
      <w:r>
        <w:rPr>
          <w:noProof/>
        </w:rPr>
        <w:tab/>
      </w:r>
      <w:hyperlink r:id="rId10" w:history="1">
        <w:r w:rsidR="00B313D9" w:rsidRPr="005F73E7">
          <w:rPr>
            <w:rStyle w:val="Hperlink"/>
          </w:rPr>
          <w:t>jane.treu@transpordiamet.ee</w:t>
        </w:r>
      </w:hyperlink>
      <w:r w:rsidR="00B313D9">
        <w:t xml:space="preserve"> </w:t>
      </w:r>
    </w:p>
    <w:p w14:paraId="75A78EBF" w14:textId="77777777" w:rsidR="0077313F" w:rsidRDefault="0077313F" w:rsidP="00DC7754">
      <w:pPr>
        <w:spacing w:line="240" w:lineRule="auto"/>
        <w:ind w:right="-1"/>
        <w:rPr>
          <w:noProof/>
        </w:rPr>
      </w:pPr>
    </w:p>
    <w:p w14:paraId="5FD3FF0A" w14:textId="77777777" w:rsidR="00B313D9" w:rsidRDefault="00B313D9" w:rsidP="00DC7754">
      <w:pPr>
        <w:spacing w:line="240" w:lineRule="auto"/>
        <w:ind w:right="-1"/>
        <w:rPr>
          <w:noProof/>
        </w:rPr>
      </w:pPr>
      <w:r w:rsidRPr="00B313D9">
        <w:rPr>
          <w:noProof/>
        </w:rPr>
        <w:t>Insten Projekt OÜ</w:t>
      </w:r>
    </w:p>
    <w:p w14:paraId="4C1E67A9" w14:textId="104DF988" w:rsidR="0077313F" w:rsidRDefault="001D3BAD" w:rsidP="00DC7754">
      <w:pPr>
        <w:spacing w:line="240" w:lineRule="auto"/>
        <w:ind w:right="-1"/>
        <w:rPr>
          <w:noProof/>
        </w:rPr>
      </w:pPr>
      <w:r>
        <w:rPr>
          <w:noProof/>
        </w:rPr>
        <w:t xml:space="preserve">e-post: </w:t>
      </w:r>
      <w:hyperlink r:id="rId11" w:history="1">
        <w:r w:rsidR="00B313D9" w:rsidRPr="005F73E7">
          <w:rPr>
            <w:rStyle w:val="Hperlink"/>
          </w:rPr>
          <w:t>insten@insten.ee</w:t>
        </w:r>
      </w:hyperlink>
      <w:r w:rsidR="00B313D9">
        <w:t xml:space="preserve"> </w:t>
      </w:r>
    </w:p>
    <w:p w14:paraId="2C96852F" w14:textId="77777777" w:rsidR="00B00940" w:rsidRDefault="00B00940" w:rsidP="00DC7754">
      <w:pPr>
        <w:spacing w:line="240" w:lineRule="auto"/>
        <w:ind w:right="-1"/>
        <w:rPr>
          <w:noProof/>
        </w:rPr>
      </w:pPr>
    </w:p>
    <w:p w14:paraId="06E1B621" w14:textId="77777777" w:rsidR="00B313D9" w:rsidRPr="006B4DBF" w:rsidRDefault="00B313D9" w:rsidP="00DC7754">
      <w:pPr>
        <w:spacing w:line="240" w:lineRule="auto"/>
        <w:ind w:right="-1"/>
        <w:rPr>
          <w:noProof/>
        </w:rPr>
      </w:pPr>
    </w:p>
    <w:p w14:paraId="0530BB10" w14:textId="492562DD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CE06C4">
        <w:rPr>
          <w:b/>
        </w:rPr>
        <w:t>esitamise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16EDE15B" w14:textId="5943853C" w:rsidR="00515402" w:rsidRDefault="00CE06C4" w:rsidP="001145A3">
      <w:pPr>
        <w:spacing w:line="240" w:lineRule="auto"/>
        <w:ind w:right="-1"/>
      </w:pPr>
      <w:r>
        <w:rPr>
          <w:noProof/>
        </w:rPr>
        <w:t>Teatame</w:t>
      </w:r>
      <w:r w:rsidR="00122EA4">
        <w:rPr>
          <w:noProof/>
        </w:rPr>
        <w:t xml:space="preserve"> Teile</w:t>
      </w:r>
      <w:r>
        <w:rPr>
          <w:noProof/>
        </w:rPr>
        <w:t xml:space="preserve">, et </w:t>
      </w:r>
      <w:r w:rsidR="00B313D9" w:rsidRPr="00B313D9">
        <w:rPr>
          <w:b/>
          <w:bCs/>
          <w:noProof/>
        </w:rPr>
        <w:t xml:space="preserve">Eastconsult OÜ </w:t>
      </w:r>
      <w:r w:rsidRPr="00CE06C4">
        <w:rPr>
          <w:noProof/>
        </w:rPr>
        <w:t>esitas</w:t>
      </w:r>
      <w:r>
        <w:rPr>
          <w:b/>
          <w:bCs/>
          <w:noProof/>
        </w:rPr>
        <w:t xml:space="preserve"> </w:t>
      </w:r>
      <w:r w:rsidR="00242A0D">
        <w:rPr>
          <w:rFonts w:eastAsia="Times New Roman"/>
        </w:rPr>
        <w:t>27</w:t>
      </w:r>
      <w:r w:rsidR="001D3BAD" w:rsidRPr="001D3BAD">
        <w:rPr>
          <w:rFonts w:eastAsia="Times New Roman"/>
        </w:rPr>
        <w:t>.</w:t>
      </w:r>
      <w:r w:rsidR="00541F0F">
        <w:rPr>
          <w:rFonts w:eastAsia="Times New Roman"/>
        </w:rPr>
        <w:t>0</w:t>
      </w:r>
      <w:r w:rsidR="00242A0D">
        <w:rPr>
          <w:rFonts w:eastAsia="Times New Roman"/>
        </w:rPr>
        <w:t>5</w:t>
      </w:r>
      <w:r w:rsidR="001D3BAD" w:rsidRPr="001D3BAD">
        <w:rPr>
          <w:rFonts w:eastAsia="Times New Roman"/>
        </w:rPr>
        <w:t>.202</w:t>
      </w:r>
      <w:r w:rsidR="00541F0F">
        <w:rPr>
          <w:rFonts w:eastAsia="Times New Roman"/>
        </w:rPr>
        <w:t>4</w:t>
      </w:r>
      <w:r w:rsidR="001D3BAD">
        <w:rPr>
          <w:rFonts w:eastAsia="Times New Roman"/>
          <w:b/>
          <w:bCs/>
        </w:rPr>
        <w:t xml:space="preserve"> </w:t>
      </w:r>
      <w:r w:rsidR="00424ECA" w:rsidRPr="006B4DBF">
        <w:t xml:space="preserve">vaidlustuse </w:t>
      </w:r>
      <w:r w:rsidR="00B313D9" w:rsidRPr="00B313D9">
        <w:t>Transpordiamet</w:t>
      </w:r>
      <w:r w:rsidR="00B313D9">
        <w:t xml:space="preserve">i </w:t>
      </w:r>
      <w:r w:rsidR="00D652B9">
        <w:rPr>
          <w:bCs/>
        </w:rPr>
        <w:t xml:space="preserve">riigihankes </w:t>
      </w:r>
      <w:r w:rsidR="00D652B9" w:rsidRPr="00DA257B">
        <w:rPr>
          <w:bCs/>
        </w:rPr>
        <w:t>„</w:t>
      </w:r>
      <w:r w:rsidR="00B313D9" w:rsidRPr="00B313D9">
        <w:t>Riigitee nr 14202 Mullavere–Visusti km 1,48 maanteeviadukti eel- ja tööprojekti koostamise ja ehitamise omanikujärelevalve, liiklusohutus auditeerimiste ja ekspertiiside teostamine</w:t>
      </w:r>
      <w:r w:rsidR="00D652B9">
        <w:t>“</w:t>
      </w:r>
      <w:r w:rsidR="00D652B9">
        <w:rPr>
          <w:bCs/>
        </w:rPr>
        <w:t xml:space="preserve"> </w:t>
      </w:r>
      <w:r w:rsidR="00D652B9" w:rsidRPr="00016F60">
        <w:t xml:space="preserve">(viitenumber </w:t>
      </w:r>
      <w:r w:rsidR="00B313D9">
        <w:t>277499</w:t>
      </w:r>
      <w:r w:rsidR="00D652B9" w:rsidRPr="00016F60">
        <w:t>)</w:t>
      </w:r>
      <w:r w:rsidR="00D652B9">
        <w:t xml:space="preserve"> </w:t>
      </w:r>
      <w:r w:rsidR="00B313D9" w:rsidRPr="00B313D9">
        <w:rPr>
          <w:noProof/>
        </w:rPr>
        <w:t>Insten Projekt OÜ</w:t>
      </w:r>
      <w:r w:rsidR="00B313D9">
        <w:rPr>
          <w:noProof/>
        </w:rPr>
        <w:t xml:space="preserve"> </w:t>
      </w:r>
      <w:r w:rsidR="00242A0D">
        <w:t>pakkumus</w:t>
      </w:r>
      <w:r>
        <w:t>e edukaks tunnistamise</w:t>
      </w:r>
      <w:r w:rsidR="00242A0D">
        <w:t xml:space="preserve"> </w:t>
      </w:r>
      <w:r w:rsidR="00B313D9">
        <w:t xml:space="preserve">ning </w:t>
      </w:r>
      <w:r>
        <w:t xml:space="preserve">eduka pakkuja </w:t>
      </w:r>
      <w:r w:rsidR="00B313D9">
        <w:t xml:space="preserve">kõrvaldamata </w:t>
      </w:r>
      <w:r>
        <w:t xml:space="preserve">jätmise </w:t>
      </w:r>
      <w:r w:rsidR="00B313D9">
        <w:t>ja kvalifitseeri</w:t>
      </w:r>
      <w:r>
        <w:t>mise otsustele</w:t>
      </w:r>
      <w:r w:rsidR="00B313D9" w:rsidRPr="00B313D9"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 w:rsidR="00122EA4">
        <w:t xml:space="preserve"> </w:t>
      </w:r>
    </w:p>
    <w:p w14:paraId="0CA416AD" w14:textId="1C52C4E4" w:rsidR="0077313F" w:rsidRPr="006B3611" w:rsidRDefault="0077313F" w:rsidP="00DD3EAF">
      <w:pPr>
        <w:spacing w:line="240" w:lineRule="auto"/>
        <w:ind w:right="-1"/>
        <w:rPr>
          <w:noProof/>
        </w:rPr>
      </w:pPr>
      <w:r w:rsidRPr="00540F5B">
        <w:rPr>
          <w:noProof/>
          <w:color w:val="000000"/>
        </w:rPr>
        <w:t>Riigihangete seaduse (edaspidi RHS) § 192 l</w:t>
      </w:r>
      <w:r>
        <w:rPr>
          <w:noProof/>
          <w:color w:val="000000"/>
        </w:rPr>
        <w:t>g</w:t>
      </w:r>
      <w:r w:rsidRPr="00540F5B">
        <w:rPr>
          <w:noProof/>
          <w:color w:val="000000"/>
        </w:rPr>
        <w:t xml:space="preserve"> 5 alusel kaasab vaidlustuskomisjon esitatud vaidlustuse menetlusse kolmanda isikuna </w:t>
      </w:r>
      <w:r w:rsidR="00B313D9" w:rsidRPr="00B313D9">
        <w:rPr>
          <w:b/>
          <w:bCs/>
          <w:noProof/>
        </w:rPr>
        <w:t>Insten Projekt OÜ</w:t>
      </w:r>
      <w:r w:rsidR="00DD3EAF">
        <w:rPr>
          <w:noProof/>
        </w:rPr>
        <w:t>.</w:t>
      </w:r>
    </w:p>
    <w:p w14:paraId="466B7988" w14:textId="77777777" w:rsidR="0034019C" w:rsidRPr="006B4DBF" w:rsidRDefault="0034019C" w:rsidP="0034019C">
      <w:pPr>
        <w:spacing w:line="240" w:lineRule="auto"/>
        <w:ind w:right="-1"/>
      </w:pPr>
    </w:p>
    <w:p w14:paraId="75A414F6" w14:textId="1ABD2DB5" w:rsidR="00CE06C4" w:rsidRPr="006B4DBF" w:rsidRDefault="000A538E" w:rsidP="00CE06C4">
      <w:pPr>
        <w:widowControl/>
        <w:suppressAutoHyphens w:val="0"/>
        <w:spacing w:line="240" w:lineRule="auto"/>
      </w:pPr>
      <w:r w:rsidRPr="006B4DBF">
        <w:t>RHS § 194 l</w:t>
      </w:r>
      <w:r w:rsidR="00CE06C4">
        <w:t>g-t</w:t>
      </w:r>
      <w:r w:rsidRPr="006B4DBF">
        <w:t>e 5 ja 6 alusel palume hankijal</w:t>
      </w:r>
      <w:r w:rsidR="001D3BAD">
        <w:t xml:space="preserve"> ja kolmandal isikul</w:t>
      </w:r>
      <w:r w:rsidR="00220C9B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242A0D">
        <w:rPr>
          <w:b/>
          <w:bCs/>
        </w:rPr>
        <w:t>31</w:t>
      </w:r>
      <w:r w:rsidR="00B42C87" w:rsidRPr="002F373C">
        <w:rPr>
          <w:b/>
          <w:bCs/>
        </w:rPr>
        <w:t>.</w:t>
      </w:r>
      <w:r w:rsidR="00242A0D">
        <w:rPr>
          <w:b/>
          <w:bCs/>
        </w:rPr>
        <w:t>05</w:t>
      </w:r>
      <w:r w:rsidR="00B42C87" w:rsidRPr="002F373C">
        <w:rPr>
          <w:b/>
          <w:bCs/>
        </w:rPr>
        <w:t>.202</w:t>
      </w:r>
      <w:r w:rsidR="00AC1787">
        <w:rPr>
          <w:b/>
          <w:bCs/>
        </w:rPr>
        <w:t>4</w:t>
      </w:r>
      <w:r w:rsidRPr="002F373C">
        <w:t xml:space="preserve">, esitada Riigihangete vaidlustuskomisjonile kirjalik vastus vaidlustuse kohta ning kõik vaidlustuse lahendamiseks vajalikud dokumendid, mis pole kättesaadavad riigihangete registrist. </w:t>
      </w:r>
      <w:r w:rsidR="00CE06C4" w:rsidRPr="00393DE3">
        <w:rPr>
          <w:noProof/>
          <w:color w:val="000000"/>
        </w:rPr>
        <w:t>Kui menetlusosaline soovib esitada tõendeid, mida tuleks teise menetlusosalise eest varjata, tuleb selle kohta esitada vaidlustuskomisjonile selgesõnaline põhjendatud taotlus</w:t>
      </w:r>
      <w:r w:rsidR="00CE06C4">
        <w:rPr>
          <w:noProof/>
          <w:color w:val="000000"/>
        </w:rPr>
        <w:t xml:space="preserve"> ja </w:t>
      </w:r>
      <w:r w:rsidR="00CE06C4" w:rsidRPr="00393DE3">
        <w:rPr>
          <w:noProof/>
          <w:color w:val="000000"/>
        </w:rPr>
        <w:t xml:space="preserve">eristada juurdepääsupiiranguga dokumendid </w:t>
      </w:r>
      <w:r w:rsidR="00CE06C4">
        <w:rPr>
          <w:noProof/>
          <w:color w:val="000000"/>
        </w:rPr>
        <w:t>(</w:t>
      </w:r>
      <w:r w:rsidR="00CE06C4" w:rsidRPr="00393DE3">
        <w:rPr>
          <w:noProof/>
          <w:color w:val="000000"/>
        </w:rPr>
        <w:t>mitte lisada neid vastuse või teiste lisadega samasse digikonteinerisse</w:t>
      </w:r>
      <w:r w:rsidR="00CE06C4">
        <w:rPr>
          <w:noProof/>
          <w:color w:val="000000"/>
        </w:rPr>
        <w:t>)</w:t>
      </w:r>
      <w:r w:rsidR="00CE06C4" w:rsidRPr="00393DE3">
        <w:rPr>
          <w:noProof/>
          <w:color w:val="000000"/>
        </w:rPr>
        <w:t>.</w:t>
      </w:r>
    </w:p>
    <w:p w14:paraId="32C504F3" w14:textId="77777777" w:rsidR="00CE06C4" w:rsidRDefault="00CE06C4" w:rsidP="00CE06C4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77CDACC9" w14:textId="4B5BA130" w:rsidR="0034019C" w:rsidRDefault="0034019C" w:rsidP="00CE06C4">
      <w:pPr>
        <w:widowControl/>
        <w:suppressAutoHyphens w:val="0"/>
        <w:spacing w:line="240" w:lineRule="auto"/>
      </w:pPr>
    </w:p>
    <w:p w14:paraId="3768A4BE" w14:textId="0E5B4796" w:rsidR="0034019C" w:rsidRDefault="0034019C" w:rsidP="0034019C">
      <w:pPr>
        <w:pStyle w:val="Vahedeta"/>
      </w:pPr>
      <w:r w:rsidRPr="00B35F1B">
        <w:t>Tulenevalt RHS § 194 l</w:t>
      </w:r>
      <w:r w:rsidR="00CE06C4">
        <w:t>g-</w:t>
      </w:r>
      <w:r w:rsidRPr="00B35F1B">
        <w:t xml:space="preserve">st 4 ei ole </w:t>
      </w:r>
      <w:r w:rsidR="00B313D9" w:rsidRPr="00B313D9">
        <w:t>Transpordiamet</w:t>
      </w:r>
      <w:r w:rsidR="00B313D9">
        <w:t xml:space="preserve">il </w:t>
      </w:r>
      <w:r w:rsidRPr="00023D43">
        <w:rPr>
          <w:rFonts w:cs="Times New Roman"/>
          <w:bCs/>
          <w:noProof/>
          <w:color w:val="000000"/>
          <w:szCs w:val="24"/>
        </w:rPr>
        <w:t>selles menetluses</w:t>
      </w:r>
      <w:r>
        <w:rPr>
          <w:rFonts w:cs="Times New Roman"/>
          <w:b/>
          <w:bCs/>
          <w:noProof/>
          <w:color w:val="000000"/>
          <w:szCs w:val="24"/>
        </w:rPr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sõlmida </w:t>
      </w:r>
      <w:r>
        <w:t xml:space="preserve">hankelepingut </w:t>
      </w:r>
      <w:r w:rsidRPr="00B35F1B">
        <w:t>käesoleva teate saamisest kuni RHS §-s 201 sätestatud tingimuse saabumiseni.</w:t>
      </w:r>
    </w:p>
    <w:p w14:paraId="509DA0B3" w14:textId="5B702EF0" w:rsidR="00CE06C4" w:rsidRPr="00B35F1B" w:rsidRDefault="00CE06C4" w:rsidP="0034019C">
      <w:pPr>
        <w:pStyle w:val="Vahedeta"/>
      </w:pPr>
      <w:r>
        <w:t>Vaidlustuskomisjon hindab Rahandusministeeriumi poole riikliku järelevalve teostamiseks pöördumise vajadust pärast Hankija selgituste saamist.</w:t>
      </w:r>
    </w:p>
    <w:p w14:paraId="421398F6" w14:textId="77777777" w:rsidR="00775FF6" w:rsidRDefault="00775FF6" w:rsidP="0071684F">
      <w:pPr>
        <w:widowControl/>
        <w:suppressAutoHyphens w:val="0"/>
        <w:spacing w:line="240" w:lineRule="auto"/>
      </w:pPr>
    </w:p>
    <w:p w14:paraId="459C6B0B" w14:textId="77777777" w:rsidR="00B42C87" w:rsidRPr="006B4DBF" w:rsidRDefault="00B42C8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597EEFCA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>vaidlustus lisadega</w:t>
      </w:r>
    </w:p>
    <w:p w14:paraId="350C6516" w14:textId="22DE3329" w:rsidR="00E659DD" w:rsidRPr="002F373C" w:rsidRDefault="00E659DD" w:rsidP="00A660C5">
      <w:pPr>
        <w:pStyle w:val="Vahedeta"/>
        <w:rPr>
          <w:szCs w:val="24"/>
        </w:rPr>
      </w:pPr>
    </w:p>
    <w:p w14:paraId="415D6524" w14:textId="77777777" w:rsidR="00B42C87" w:rsidRPr="002F373C" w:rsidRDefault="00B42C87" w:rsidP="00A660C5">
      <w:pPr>
        <w:pStyle w:val="Vahedeta"/>
        <w:rPr>
          <w:szCs w:val="24"/>
        </w:rPr>
      </w:pPr>
    </w:p>
    <w:p w14:paraId="122A0DCE" w14:textId="2A3E84B1" w:rsidR="00B313D9" w:rsidRDefault="0072643B" w:rsidP="00CE06C4">
      <w:pPr>
        <w:pStyle w:val="Default"/>
        <w:ind w:left="1425" w:hanging="1425"/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esindaja</w:t>
      </w:r>
      <w:r w:rsidR="002D44C5" w:rsidRPr="002F373C">
        <w:rPr>
          <w:color w:val="auto"/>
        </w:rPr>
        <w:t>le</w:t>
      </w:r>
      <w:r w:rsidR="0082726F">
        <w:rPr>
          <w:color w:val="auto"/>
        </w:rPr>
        <w:t xml:space="preserve">, </w:t>
      </w:r>
      <w:r w:rsidR="00A14EF6">
        <w:rPr>
          <w:color w:val="auto"/>
        </w:rPr>
        <w:t xml:space="preserve">vandeadvokaadile </w:t>
      </w:r>
      <w:r w:rsidR="00B313D9">
        <w:rPr>
          <w:color w:val="auto"/>
        </w:rPr>
        <w:t>Epp Lumiste</w:t>
      </w:r>
      <w:r w:rsidR="008B5BEA">
        <w:rPr>
          <w:color w:val="auto"/>
        </w:rPr>
        <w:t xml:space="preserve"> </w:t>
      </w:r>
      <w:hyperlink r:id="rId12" w:history="1">
        <w:r w:rsidR="00B313D9" w:rsidRPr="005F73E7">
          <w:rPr>
            <w:rStyle w:val="Hperlink"/>
          </w:rPr>
          <w:t>epp.lumiste@leadell.com</w:t>
        </w:r>
      </w:hyperlink>
    </w:p>
    <w:p w14:paraId="3DDFE799" w14:textId="77777777" w:rsidR="00B313D9" w:rsidRDefault="00B313D9" w:rsidP="00AB3240">
      <w:pPr>
        <w:pStyle w:val="Vahedeta"/>
        <w:rPr>
          <w:rFonts w:eastAsia="Times New Roman" w:cs="Times New Roman"/>
          <w:color w:val="000000"/>
          <w:kern w:val="0"/>
          <w:szCs w:val="24"/>
          <w:lang w:eastAsia="et-EE" w:bidi="ar-SA"/>
        </w:rPr>
      </w:pPr>
    </w:p>
    <w:p w14:paraId="3E3899A3" w14:textId="46A211D2" w:rsidR="00545963" w:rsidRPr="00AB3240" w:rsidRDefault="00545963" w:rsidP="00AB324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r>
        <w:rPr>
          <w:rFonts w:cs="Times New Roman"/>
          <w:szCs w:val="24"/>
        </w:rPr>
        <w:t xml:space="preserve">Mari-Ann Sinimaa 611 3713, </w:t>
      </w:r>
      <w:hyperlink r:id="rId13" w:history="1">
        <w:r w:rsidR="00AB3240"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CE06C4">
      <w:footerReference w:type="default" r:id="rId14"/>
      <w:footerReference w:type="first" r:id="rId15"/>
      <w:pgSz w:w="11906" w:h="16838" w:code="9"/>
      <w:pgMar w:top="907" w:right="1021" w:bottom="1276" w:left="153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37DE9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530"/>
    <w:rsid w:val="000C7847"/>
    <w:rsid w:val="000D157E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5A3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3BAD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589"/>
    <w:rsid w:val="001F3A20"/>
    <w:rsid w:val="001F7E05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A6C"/>
    <w:rsid w:val="002418F9"/>
    <w:rsid w:val="00242A0D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03EE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719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0F"/>
    <w:rsid w:val="00541F26"/>
    <w:rsid w:val="005421E1"/>
    <w:rsid w:val="00542889"/>
    <w:rsid w:val="00542C33"/>
    <w:rsid w:val="00544674"/>
    <w:rsid w:val="00545267"/>
    <w:rsid w:val="005456EB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13F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1EA6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3F9F"/>
    <w:rsid w:val="008445E8"/>
    <w:rsid w:val="008477CA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4EF6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787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0940"/>
    <w:rsid w:val="00B041D0"/>
    <w:rsid w:val="00B10243"/>
    <w:rsid w:val="00B12089"/>
    <w:rsid w:val="00B16DF7"/>
    <w:rsid w:val="00B27E06"/>
    <w:rsid w:val="00B313D9"/>
    <w:rsid w:val="00B31834"/>
    <w:rsid w:val="00B31DBD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2AED"/>
    <w:rsid w:val="00CC42FF"/>
    <w:rsid w:val="00CC5F73"/>
    <w:rsid w:val="00CC6324"/>
    <w:rsid w:val="00CC6954"/>
    <w:rsid w:val="00CC777E"/>
    <w:rsid w:val="00CD6BB5"/>
    <w:rsid w:val="00CD7FB4"/>
    <w:rsid w:val="00CE06C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586E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102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3EA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2EA4"/>
    <w:rsid w:val="00E659DD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65DB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29B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2723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8A3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42A0D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i-ann.sinimaa@fin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pp.lumiste@leadel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ten@insten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jane.treu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ranspordiamet.ee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17</TotalTime>
  <Pages>1</Pages>
  <Words>338</Words>
  <Characters>1963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3</cp:revision>
  <cp:lastPrinted>2022-12-05T10:58:00Z</cp:lastPrinted>
  <dcterms:created xsi:type="dcterms:W3CDTF">2024-05-28T06:14:00Z</dcterms:created>
  <dcterms:modified xsi:type="dcterms:W3CDTF">2024-05-28T09:12:00Z</dcterms:modified>
</cp:coreProperties>
</file>